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363" w:rsidRPr="006800DB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:rsidR="0085747A" w:rsidRPr="006800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800D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202</w:t>
      </w:r>
      <w:r w:rsidR="00A160BE">
        <w:rPr>
          <w:rFonts w:ascii="Corbel" w:hAnsi="Corbel"/>
          <w:b/>
          <w:smallCaps/>
          <w:sz w:val="24"/>
          <w:szCs w:val="24"/>
        </w:rPr>
        <w:t>2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- 202</w:t>
      </w:r>
      <w:r w:rsidR="00A160BE">
        <w:rPr>
          <w:rFonts w:ascii="Corbel" w:hAnsi="Corbel"/>
          <w:b/>
          <w:smallCaps/>
          <w:sz w:val="24"/>
          <w:szCs w:val="24"/>
        </w:rPr>
        <w:t>7</w:t>
      </w:r>
    </w:p>
    <w:p w:rsidR="00445970" w:rsidRPr="006800DB" w:rsidRDefault="00445970" w:rsidP="004443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R</w:t>
      </w:r>
      <w:r w:rsidR="0044432E" w:rsidRPr="006800DB">
        <w:rPr>
          <w:rFonts w:ascii="Corbel" w:hAnsi="Corbel"/>
          <w:sz w:val="24"/>
          <w:szCs w:val="24"/>
        </w:rPr>
        <w:t>ok akademicki   202</w:t>
      </w:r>
      <w:r w:rsidR="00A160BE">
        <w:rPr>
          <w:rFonts w:ascii="Corbel" w:hAnsi="Corbel"/>
          <w:sz w:val="24"/>
          <w:szCs w:val="24"/>
        </w:rPr>
        <w:t>2</w:t>
      </w:r>
      <w:r w:rsidR="0044432E" w:rsidRPr="006800DB">
        <w:rPr>
          <w:rFonts w:ascii="Corbel" w:hAnsi="Corbel"/>
          <w:sz w:val="24"/>
          <w:szCs w:val="24"/>
        </w:rPr>
        <w:t>/202</w:t>
      </w:r>
      <w:bookmarkStart w:id="0" w:name="_GoBack"/>
      <w:bookmarkEnd w:id="0"/>
      <w:r w:rsidR="00A160BE">
        <w:rPr>
          <w:rFonts w:ascii="Corbel" w:hAnsi="Corbel"/>
          <w:sz w:val="24"/>
          <w:szCs w:val="24"/>
        </w:rPr>
        <w:t>3</w:t>
      </w:r>
    </w:p>
    <w:p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800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00DB">
        <w:rPr>
          <w:rFonts w:ascii="Corbel" w:hAnsi="Corbel"/>
          <w:szCs w:val="24"/>
        </w:rPr>
        <w:t xml:space="preserve">1. </w:t>
      </w:r>
      <w:r w:rsidR="0085747A" w:rsidRPr="006800DB">
        <w:rPr>
          <w:rFonts w:ascii="Corbel" w:hAnsi="Corbel"/>
          <w:szCs w:val="24"/>
        </w:rPr>
        <w:t xml:space="preserve">Podstawowe </w:t>
      </w:r>
      <w:r w:rsidR="00445970" w:rsidRPr="006800D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800DB" w:rsidRDefault="0044432E" w:rsidP="0044432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podstawy genetyki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00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800DB" w:rsidRDefault="007A265C" w:rsidP="0063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800DB" w:rsidRDefault="00264391" w:rsidP="00FE27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FE2729" w:rsidRPr="006800DB">
              <w:rPr>
                <w:rFonts w:ascii="Corbel" w:hAnsi="Corbel"/>
                <w:b w:val="0"/>
                <w:sz w:val="24"/>
                <w:szCs w:val="24"/>
              </w:rPr>
              <w:t>Biotechnologii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00DB">
              <w:rPr>
                <w:rFonts w:ascii="Corbel" w:hAnsi="Corbel"/>
                <w:sz w:val="24"/>
                <w:szCs w:val="24"/>
              </w:rPr>
              <w:t>/y</w:t>
            </w:r>
            <w:r w:rsidRPr="006800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800DB" w:rsidRDefault="00FE27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I rok, 2</w:t>
            </w:r>
            <w:r w:rsidR="00F36DCE" w:rsidRPr="006800D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Moduł C. Kształcenie kierunkowe, przedmiot kierunkowy</w:t>
            </w:r>
          </w:p>
        </w:tc>
      </w:tr>
      <w:tr w:rsidR="00923D7D" w:rsidRPr="006800DB" w:rsidTr="00B819C8">
        <w:tc>
          <w:tcPr>
            <w:tcW w:w="2694" w:type="dxa"/>
            <w:vAlign w:val="center"/>
          </w:tcPr>
          <w:p w:rsidR="00923D7D" w:rsidRPr="006800D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800DB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6800DB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800DB" w:rsidRDefault="00FE2729" w:rsidP="00D232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Dr hab. Maciej Wnuk, prof. UR</w:t>
            </w:r>
          </w:p>
        </w:tc>
      </w:tr>
    </w:tbl>
    <w:p w:rsidR="0085747A" w:rsidRPr="006800DB" w:rsidRDefault="0085747A" w:rsidP="00A42264">
      <w:pPr>
        <w:pStyle w:val="Podpunkty"/>
        <w:ind w:left="0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* </w:t>
      </w:r>
      <w:r w:rsidRPr="006800DB">
        <w:rPr>
          <w:rFonts w:ascii="Corbel" w:hAnsi="Corbel"/>
          <w:i/>
          <w:sz w:val="24"/>
          <w:szCs w:val="24"/>
        </w:rPr>
        <w:t>-</w:t>
      </w:r>
      <w:r w:rsidR="00B90885" w:rsidRPr="006800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00DB">
        <w:rPr>
          <w:rFonts w:ascii="Corbel" w:hAnsi="Corbel"/>
          <w:b w:val="0"/>
          <w:sz w:val="24"/>
          <w:szCs w:val="24"/>
        </w:rPr>
        <w:t>e,</w:t>
      </w:r>
      <w:r w:rsidR="00DD09AD" w:rsidRPr="006800DB">
        <w:rPr>
          <w:rFonts w:ascii="Corbel" w:hAnsi="Corbel"/>
          <w:b w:val="0"/>
          <w:sz w:val="24"/>
          <w:szCs w:val="24"/>
        </w:rPr>
        <w:t xml:space="preserve"> </w:t>
      </w:r>
      <w:r w:rsidRPr="006800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00D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800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1.</w:t>
      </w:r>
      <w:r w:rsidR="00E22FBC" w:rsidRPr="006800DB">
        <w:rPr>
          <w:rFonts w:ascii="Corbel" w:hAnsi="Corbel"/>
          <w:sz w:val="24"/>
          <w:szCs w:val="24"/>
        </w:rPr>
        <w:t>1</w:t>
      </w:r>
      <w:r w:rsidRPr="006800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6800DB" w:rsidTr="00D232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Semestr</w:t>
            </w:r>
          </w:p>
          <w:p w:rsidR="00015B8F" w:rsidRPr="006800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(</w:t>
            </w:r>
            <w:r w:rsidR="00363F78" w:rsidRPr="006800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Wykł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Konw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Sem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Prakt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A160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00DB">
              <w:rPr>
                <w:rFonts w:ascii="Corbel" w:hAnsi="Corbel"/>
                <w:b/>
                <w:szCs w:val="24"/>
              </w:rPr>
              <w:t>Liczba pkt</w:t>
            </w:r>
            <w:r w:rsidR="00B90885" w:rsidRPr="006800DB">
              <w:rPr>
                <w:rFonts w:ascii="Corbel" w:hAnsi="Corbel"/>
                <w:b/>
                <w:szCs w:val="24"/>
              </w:rPr>
              <w:t>.</w:t>
            </w:r>
            <w:r w:rsidRPr="006800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00DB" w:rsidTr="00D232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D232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A160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6800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1.2.</w:t>
      </w:r>
      <w:r w:rsidRPr="006800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eastAsia="MS Gothic" w:hAnsi="Corbel"/>
          <w:b w:val="0"/>
          <w:szCs w:val="24"/>
        </w:rPr>
        <w:sym w:font="Wingdings" w:char="F078"/>
      </w:r>
      <w:r w:rsidRPr="006800DB">
        <w:rPr>
          <w:rFonts w:ascii="Corbel" w:eastAsia="MS Gothic" w:hAnsi="Corbel"/>
          <w:b w:val="0"/>
          <w:szCs w:val="24"/>
        </w:rPr>
        <w:t xml:space="preserve"> </w:t>
      </w:r>
      <w:r w:rsidRPr="006800DB">
        <w:rPr>
          <w:rFonts w:ascii="Corbel" w:hAnsi="Corbel"/>
          <w:b w:val="0"/>
          <w:smallCaps w:val="0"/>
          <w:szCs w:val="24"/>
        </w:rPr>
        <w:t>zajęcia w formie tradycyjnej</w:t>
      </w:r>
    </w:p>
    <w:p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MS Gothic" w:eastAsia="MS Gothic" w:hAnsi="MS Gothic" w:cs="MS Gothic" w:hint="eastAsia"/>
          <w:b w:val="0"/>
          <w:szCs w:val="24"/>
        </w:rPr>
        <w:t>☐</w:t>
      </w:r>
      <w:r w:rsidRPr="006800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1.3 </w:t>
      </w:r>
      <w:r w:rsidRPr="006800DB">
        <w:rPr>
          <w:rFonts w:ascii="Corbel" w:hAnsi="Corbel"/>
          <w:smallCaps w:val="0"/>
          <w:szCs w:val="24"/>
        </w:rPr>
        <w:tab/>
        <w:t>Forma zaliczenia przedmiotu  (z toku)</w:t>
      </w:r>
    </w:p>
    <w:p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wykład – zaliczenie bez oceny</w:t>
      </w:r>
      <w:r w:rsidRPr="006800DB">
        <w:rPr>
          <w:rFonts w:ascii="Corbel" w:hAnsi="Corbel"/>
          <w:b w:val="0"/>
          <w:smallCaps w:val="0"/>
          <w:szCs w:val="24"/>
        </w:rPr>
        <w:tab/>
      </w:r>
    </w:p>
    <w:p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warsztaty: zaliczenie z oceną</w:t>
      </w:r>
    </w:p>
    <w:p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całość przedmiotu - egzamin</w:t>
      </w:r>
    </w:p>
    <w:p w:rsidR="00D232C7" w:rsidRPr="006800DB" w:rsidRDefault="00D232C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800DB" w:rsidTr="00745302">
        <w:tc>
          <w:tcPr>
            <w:tcW w:w="9670" w:type="dxa"/>
          </w:tcPr>
          <w:p w:rsidR="0085747A" w:rsidRPr="006800DB" w:rsidRDefault="00077F96" w:rsidP="00D232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budowy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biologia komórki</w:t>
            </w:r>
          </w:p>
        </w:tc>
      </w:tr>
    </w:tbl>
    <w:p w:rsidR="00153C41" w:rsidRPr="006800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800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>3.</w:t>
      </w:r>
      <w:r w:rsidR="00A84C85" w:rsidRPr="006800DB">
        <w:rPr>
          <w:rFonts w:ascii="Corbel" w:hAnsi="Corbel"/>
          <w:szCs w:val="24"/>
        </w:rPr>
        <w:t>cele, efekty uczenia się</w:t>
      </w:r>
      <w:r w:rsidR="0085747A" w:rsidRPr="006800D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800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3.1 </w:t>
      </w:r>
      <w:r w:rsidR="00C05F44" w:rsidRPr="006800DB">
        <w:rPr>
          <w:rFonts w:ascii="Corbel" w:hAnsi="Corbel"/>
          <w:sz w:val="24"/>
          <w:szCs w:val="24"/>
        </w:rPr>
        <w:t>Cele przedmiotu</w:t>
      </w:r>
    </w:p>
    <w:p w:rsidR="00F83B28" w:rsidRPr="006800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44432E" w:rsidRPr="006800DB" w:rsidTr="0044432E">
        <w:tc>
          <w:tcPr>
            <w:tcW w:w="84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obecnym stanem wiedzy o mechanizmach dziedziczenia w świetle teorii Mendla i Morgana.</w:t>
            </w:r>
          </w:p>
        </w:tc>
      </w:tr>
      <w:tr w:rsidR="0044432E" w:rsidRPr="006800DB" w:rsidTr="0044432E">
        <w:tc>
          <w:tcPr>
            <w:tcW w:w="845" w:type="dxa"/>
            <w:vAlign w:val="center"/>
          </w:tcPr>
          <w:p w:rsidR="0044432E" w:rsidRPr="006800DB" w:rsidRDefault="0044432E" w:rsidP="00075C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Przedstawienie aktualnej wiedzy dotyczącej budowy i funkcji kwasów nukleinowych, </w:t>
            </w:r>
          </w:p>
        </w:tc>
      </w:tr>
      <w:tr w:rsidR="0044432E" w:rsidRPr="006800DB" w:rsidTr="0044432E">
        <w:tc>
          <w:tcPr>
            <w:tcW w:w="84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Przedstawienie wiedzy zakresu mechanizmów molekularnych odpowiedzialnych za regulację ekspresji genów</w:t>
            </w:r>
          </w:p>
        </w:tc>
      </w:tr>
      <w:tr w:rsidR="0044432E" w:rsidRPr="006800DB" w:rsidTr="0044432E">
        <w:tc>
          <w:tcPr>
            <w:tcW w:w="84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Nauka rozwiązywania problemów naukowych z zakresu dziedziczenia cech.</w:t>
            </w:r>
          </w:p>
        </w:tc>
      </w:tr>
      <w:tr w:rsidR="0044432E" w:rsidRPr="006800DB" w:rsidTr="0044432E">
        <w:tc>
          <w:tcPr>
            <w:tcW w:w="84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metodami analizy genomów.  </w:t>
            </w:r>
          </w:p>
        </w:tc>
      </w:tr>
    </w:tbl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800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3.2 </w:t>
      </w:r>
      <w:r w:rsidR="001D7B54" w:rsidRPr="006800DB">
        <w:rPr>
          <w:rFonts w:ascii="Corbel" w:hAnsi="Corbel"/>
          <w:b/>
          <w:sz w:val="24"/>
          <w:szCs w:val="24"/>
        </w:rPr>
        <w:t xml:space="preserve">Efekty </w:t>
      </w:r>
      <w:r w:rsidR="00C05F44" w:rsidRPr="006800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00DB">
        <w:rPr>
          <w:rFonts w:ascii="Corbel" w:hAnsi="Corbel"/>
          <w:b/>
          <w:sz w:val="24"/>
          <w:szCs w:val="24"/>
        </w:rPr>
        <w:t>dla przedmiotu</w:t>
      </w:r>
    </w:p>
    <w:p w:rsidR="001D7B54" w:rsidRPr="006800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163D17" w:rsidRPr="006800DB" w:rsidTr="00963B35">
        <w:tc>
          <w:tcPr>
            <w:tcW w:w="1681" w:type="dxa"/>
            <w:vAlign w:val="center"/>
          </w:tcPr>
          <w:p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00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00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7F96" w:rsidRPr="006800DB" w:rsidTr="00963B35">
        <w:tc>
          <w:tcPr>
            <w:tcW w:w="1681" w:type="dxa"/>
            <w:vAlign w:val="center"/>
          </w:tcPr>
          <w:p w:rsidR="00077F96" w:rsidRPr="006800DB" w:rsidRDefault="00077F9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3D17" w:rsidRPr="006800DB" w:rsidTr="00191747">
        <w:tc>
          <w:tcPr>
            <w:tcW w:w="1681" w:type="dxa"/>
          </w:tcPr>
          <w:p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2266D" w:rsidRPr="006800DB" w:rsidRDefault="00077F96" w:rsidP="0006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Scharakteryzuje g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enetyczne aspekty funkcjonowania człowieka 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>oraz mechanizmy dziedziczenia cech</w:t>
            </w:r>
          </w:p>
        </w:tc>
        <w:tc>
          <w:tcPr>
            <w:tcW w:w="1865" w:type="dxa"/>
            <w:vAlign w:val="center"/>
          </w:tcPr>
          <w:p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163D17" w:rsidRPr="006800DB" w:rsidTr="00191747">
        <w:tc>
          <w:tcPr>
            <w:tcW w:w="1681" w:type="dxa"/>
          </w:tcPr>
          <w:p w:rsidR="00BE51A6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A16315" w:rsidRPr="006800DB" w:rsidRDefault="00077F96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Pozna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narzędzi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>a genetyczne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do analizy genomu człowieka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oraz dziedziczenia cech</w:t>
            </w:r>
          </w:p>
        </w:tc>
        <w:tc>
          <w:tcPr>
            <w:tcW w:w="1865" w:type="dxa"/>
            <w:vAlign w:val="center"/>
          </w:tcPr>
          <w:p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163D17" w:rsidRPr="006800DB" w:rsidTr="00191747">
        <w:tc>
          <w:tcPr>
            <w:tcW w:w="1681" w:type="dxa"/>
          </w:tcPr>
          <w:p w:rsidR="0032566C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F3722C" w:rsidRPr="006800DB" w:rsidRDefault="00191747" w:rsidP="00191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Posługuje się etycznymi zasadami dotyczącymi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genetyki człowieka</w:t>
            </w:r>
          </w:p>
        </w:tc>
        <w:tc>
          <w:tcPr>
            <w:tcW w:w="1865" w:type="dxa"/>
            <w:vAlign w:val="center"/>
          </w:tcPr>
          <w:p w:rsidR="003454F1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800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>3.3</w:t>
      </w:r>
      <w:r w:rsidR="0085747A" w:rsidRPr="006800DB">
        <w:rPr>
          <w:rFonts w:ascii="Corbel" w:hAnsi="Corbel"/>
          <w:b/>
          <w:sz w:val="24"/>
          <w:szCs w:val="24"/>
        </w:rPr>
        <w:t>T</w:t>
      </w:r>
      <w:r w:rsidR="001D7B54" w:rsidRPr="006800DB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800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800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6800DB" w:rsidTr="00075C58">
        <w:tc>
          <w:tcPr>
            <w:tcW w:w="9520" w:type="dxa"/>
          </w:tcPr>
          <w:p w:rsidR="0085747A" w:rsidRPr="006800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Struktura i właściwości kwasów nukleinowych. Organizacja genomu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Prokaryota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Eukaryota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. Organizacja mitochondrialnego DNA.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Transpozony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>. Typy i funkcje RNA.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Style w:val="apple-style-span"/>
                <w:rFonts w:ascii="Corbel" w:hAnsi="Corbel"/>
                <w:sz w:val="24"/>
                <w:szCs w:val="24"/>
              </w:rPr>
              <w:t>Mechanizm replikacji DNA komórek bakteryjnych oraz eukariotycznych. Rodzaje Polimeraz DNA i ich właściwości.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Organizacja  genów w komórkach bakteryjnych oraz eukariotycznych. Transkrypcja. Regulacja ekspresji genów u Pro- i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Eukaryota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na poziomie transkrypcji. Mechanizmy epigenetyczne. Modyfikacje histonów oraz DNA.  Regulowanie ekspresji genów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potranskrypcyjnie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siRNA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mikroRNA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lncRNA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Splicing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, mechanizm dojrzewania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Kod genetyczny. Translacja.  Modyfikacje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posttranslacyjne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i transport białek w komórce.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Determinacja płci, cechy związane z płcią. Rodzicielskie piętno genomowe (mechanizm, znaczenie).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Mutacje genowe, chromosomowe i genomowe. Przykłady chorób genetycznych.</w:t>
            </w:r>
          </w:p>
        </w:tc>
      </w:tr>
    </w:tbl>
    <w:p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800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800DB">
        <w:rPr>
          <w:rFonts w:ascii="Corbel" w:hAnsi="Corbel"/>
          <w:sz w:val="24"/>
          <w:szCs w:val="24"/>
        </w:rPr>
        <w:t xml:space="preserve">, </w:t>
      </w:r>
      <w:r w:rsidRPr="006800D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800D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6800DB" w:rsidTr="00075C58">
        <w:tc>
          <w:tcPr>
            <w:tcW w:w="9520" w:type="dxa"/>
          </w:tcPr>
          <w:p w:rsidR="0085747A" w:rsidRPr="006800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Standard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Zapoznanie się z regulaminem BHP oraz regulaminem pracowni genetycznej;</w:t>
            </w:r>
          </w:p>
          <w:p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 xml:space="preserve">Podział komórki. Obserwacja mitozy w komórkach </w:t>
            </w:r>
            <w:proofErr w:type="spellStart"/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merystemów</w:t>
            </w:r>
            <w:proofErr w:type="spellEnd"/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 xml:space="preserve"> wierzchołkowych korzenia </w:t>
            </w: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cebuli oraz czosnku.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 xml:space="preserve">Genetyka klasyczna: Badania Grzegorza Mendla, Segregacja cech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mendlowskich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(prawa dziedziczenia : segregacja cech dominujących i recesywnych, niezależna segregacja dwóch cech, krzyżówki testowe, odstępstwa od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mendlowskiego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wzoru dziedziczenia.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Dziedziczenie cech na przykładzie </w:t>
            </w:r>
            <w:proofErr w:type="spellStart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oragnizmu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modelowego Genetyka muszki owocowej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:</w:t>
            </w:r>
          </w:p>
          <w:p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Wprowadzenie do genetyki muszki owocowej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. Obserwacja mutantów, rozpoznawanie płci</w:t>
            </w:r>
          </w:p>
          <w:p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Izolacja i obserwacja chromosomów olbrzymich </w:t>
            </w:r>
            <w:proofErr w:type="spellStart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politenicznych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z gruczołów ślinowych larw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;</w:t>
            </w:r>
          </w:p>
          <w:p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Izolacja larw muszki owocowej;</w:t>
            </w:r>
          </w:p>
          <w:p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F1 muszki owocowej; </w:t>
            </w:r>
          </w:p>
          <w:p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F2 muszki owocowej; </w:t>
            </w:r>
          </w:p>
          <w:p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Rozwiązywanie zadań z zakresu krzyżówek genetycznych muszki owocowej.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Cechy genetyczne o charakterze ilościowym. Rozkład normalny i model dziedziczenia wielogenowego z wartością progową. Rozkład genów w populacji (częstość alleli). Równowaga Hardy’ego-Weinberga. Pokrewieństwo i wsobność. Polimorfizm. Rozkład geograficzny genów.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Genetyka człowieka:</w:t>
            </w:r>
          </w:p>
          <w:p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Określanie płci  genetycznej  - Barwienie i ocena chromatyny płciowej -  Inaktywacja chromosomu X;  Zastosowanie reakcji PCR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;</w:t>
            </w:r>
          </w:p>
          <w:p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Genetycznie uwarunkowane choroby człowieka;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Krzyżówki genetyczne oraz analiza rodowodów – rozwiązywanie zadań;</w:t>
            </w:r>
          </w:p>
        </w:tc>
      </w:tr>
    </w:tbl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800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3.4 Metody dydaktyczne</w:t>
      </w:r>
    </w:p>
    <w:p w:rsidR="00191747" w:rsidRPr="006800DB" w:rsidRDefault="001917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b w:val="0"/>
          <w:smallCaps w:val="0"/>
          <w:szCs w:val="24"/>
        </w:rPr>
        <w:t>wykład z prezentacją multimedialną; zajęcia laboratoryjne, eksperyment</w:t>
      </w:r>
    </w:p>
    <w:p w:rsidR="0085747A" w:rsidRPr="006800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 </w:t>
      </w:r>
      <w:r w:rsidR="0085747A" w:rsidRPr="006800DB">
        <w:rPr>
          <w:rFonts w:ascii="Corbel" w:hAnsi="Corbel"/>
          <w:smallCaps w:val="0"/>
          <w:szCs w:val="24"/>
        </w:rPr>
        <w:t>METODY I KRYTERIA OCENY</w:t>
      </w:r>
    </w:p>
    <w:p w:rsidR="00923D7D" w:rsidRPr="006800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800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00DB">
        <w:rPr>
          <w:rFonts w:ascii="Corbel" w:hAnsi="Corbel"/>
          <w:smallCaps w:val="0"/>
          <w:szCs w:val="24"/>
        </w:rPr>
        <w:t>uczenia się</w:t>
      </w:r>
    </w:p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6800DB" w:rsidTr="00BE51A6">
        <w:tc>
          <w:tcPr>
            <w:tcW w:w="1962" w:type="dxa"/>
            <w:vAlign w:val="center"/>
          </w:tcPr>
          <w:p w:rsidR="0085747A" w:rsidRPr="006800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6800D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6800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0C5B" w:rsidRPr="006800DB" w:rsidTr="00BE51A6">
        <w:tc>
          <w:tcPr>
            <w:tcW w:w="1962" w:type="dxa"/>
            <w:vAlign w:val="center"/>
          </w:tcPr>
          <w:p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A30C5B" w:rsidRPr="006800DB" w:rsidTr="00BE51A6">
        <w:tc>
          <w:tcPr>
            <w:tcW w:w="1962" w:type="dxa"/>
            <w:vAlign w:val="center"/>
          </w:tcPr>
          <w:p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30C5B" w:rsidRPr="006800DB" w:rsidTr="00BE51A6">
        <w:tc>
          <w:tcPr>
            <w:tcW w:w="1962" w:type="dxa"/>
            <w:vAlign w:val="center"/>
          </w:tcPr>
          <w:p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</w:t>
            </w:r>
          </w:p>
        </w:tc>
        <w:tc>
          <w:tcPr>
            <w:tcW w:w="2117" w:type="dxa"/>
            <w:vAlign w:val="center"/>
          </w:tcPr>
          <w:p w:rsidR="00A30C5B" w:rsidRPr="006800DB" w:rsidRDefault="007A5F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30C5B" w:rsidRPr="006800DB">
              <w:rPr>
                <w:rFonts w:ascii="Corbel" w:hAnsi="Corbel"/>
                <w:b w:val="0"/>
                <w:smallCaps w:val="0"/>
                <w:szCs w:val="24"/>
              </w:rPr>
              <w:t>ykład, warsztaty</w:t>
            </w:r>
          </w:p>
        </w:tc>
      </w:tr>
    </w:tbl>
    <w:p w:rsidR="00923D7D" w:rsidRPr="006800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800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4.2 </w:t>
      </w:r>
      <w:r w:rsidR="0085747A" w:rsidRPr="006800DB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800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800DB" w:rsidTr="00923D7D">
        <w:tc>
          <w:tcPr>
            <w:tcW w:w="9670" w:type="dxa"/>
          </w:tcPr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Wykład – pozytywna ocena z egzaminu pisemnego,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Ćwiczenia laboratoryjne - zaliczenie z oceną; ustalenie oceny zaliczeniowej na podstawie ocen cząstkowych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Metody i kryteria oceny: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A: Pytania z zakresu wiadomości do zapamiętania;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B: Pytania z zakresu widomości do rozumienia;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C: Rozwiązywanie zadania pisemnego typowego;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D: Rozwiązywanie zadania pisemnego nietypowego;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Kryteria oceny: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>- za niewystarczające rozwiązanie zadań tylko z obszaru A i B =ocena 2,0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tylko z obszaru A i B możliwość uzyskania max. oceny 3,0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z obszaru A + B + C możliwość uzyskania max. oceny 4,0</w:t>
            </w:r>
          </w:p>
          <w:p w:rsidR="0085747A" w:rsidRPr="006800DB" w:rsidRDefault="00075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- za rozwiązanie zadań z obszaru A + B + C + D  możliwość uzyskania oceny 5,0</w:t>
            </w:r>
          </w:p>
        </w:tc>
      </w:tr>
    </w:tbl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800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5. </w:t>
      </w:r>
      <w:r w:rsidR="00C61DC5" w:rsidRPr="006800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6"/>
        <w:gridCol w:w="4104"/>
      </w:tblGrid>
      <w:tr w:rsidR="0085747A" w:rsidRPr="006800DB" w:rsidTr="00A91E6A">
        <w:tc>
          <w:tcPr>
            <w:tcW w:w="5416" w:type="dxa"/>
            <w:vAlign w:val="center"/>
          </w:tcPr>
          <w:p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00DB" w:rsidTr="00A91E6A">
        <w:tc>
          <w:tcPr>
            <w:tcW w:w="5416" w:type="dxa"/>
          </w:tcPr>
          <w:p w:rsidR="0085747A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800D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800D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800D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00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:rsidR="0085747A" w:rsidRPr="006800DB" w:rsidRDefault="00075C58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800DB" w:rsidTr="00A91E6A">
        <w:tc>
          <w:tcPr>
            <w:tcW w:w="5416" w:type="dxa"/>
          </w:tcPr>
          <w:p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ud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104" w:type="dxa"/>
          </w:tcPr>
          <w:p w:rsidR="00C61DC5" w:rsidRPr="006800DB" w:rsidRDefault="007A5F7E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00DB" w:rsidTr="00A91E6A">
        <w:tc>
          <w:tcPr>
            <w:tcW w:w="5416" w:type="dxa"/>
          </w:tcPr>
          <w:p w:rsidR="00C61DC5" w:rsidRPr="006800DB" w:rsidRDefault="00C61DC5" w:rsidP="00A91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800DB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 xml:space="preserve"> oraz egzaminu </w:t>
            </w:r>
          </w:p>
        </w:tc>
        <w:tc>
          <w:tcPr>
            <w:tcW w:w="4104" w:type="dxa"/>
          </w:tcPr>
          <w:p w:rsidR="00C61DC5" w:rsidRPr="006800DB" w:rsidRDefault="00A91E6A" w:rsidP="00A91E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6800DB" w:rsidTr="00A91E6A">
        <w:tc>
          <w:tcPr>
            <w:tcW w:w="5416" w:type="dxa"/>
          </w:tcPr>
          <w:p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:rsidR="0085747A" w:rsidRPr="006800DB" w:rsidRDefault="00075C5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800DB" w:rsidTr="00A91E6A">
        <w:tc>
          <w:tcPr>
            <w:tcW w:w="5416" w:type="dxa"/>
          </w:tcPr>
          <w:p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:rsidR="0085747A" w:rsidRPr="006800DB" w:rsidRDefault="000953D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6800DB" w:rsidRDefault="00923D7D" w:rsidP="00A91E6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800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00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800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800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6. </w:t>
      </w:r>
      <w:r w:rsidR="0085747A" w:rsidRPr="006800DB">
        <w:rPr>
          <w:rFonts w:ascii="Corbel" w:hAnsi="Corbel"/>
          <w:smallCaps w:val="0"/>
          <w:szCs w:val="24"/>
        </w:rPr>
        <w:t>PRAKTYKI ZAWO</w:t>
      </w:r>
      <w:r w:rsidR="009D3F3B" w:rsidRPr="006800DB">
        <w:rPr>
          <w:rFonts w:ascii="Corbel" w:hAnsi="Corbel"/>
          <w:smallCaps w:val="0"/>
          <w:szCs w:val="24"/>
        </w:rPr>
        <w:t>DOWE W RAMACH PRZEDMIOTU</w:t>
      </w:r>
    </w:p>
    <w:p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6800DB" w:rsidTr="00BE51A6">
        <w:trPr>
          <w:trHeight w:val="397"/>
        </w:trPr>
        <w:tc>
          <w:tcPr>
            <w:tcW w:w="4082" w:type="dxa"/>
          </w:tcPr>
          <w:p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800DB" w:rsidTr="00BE51A6">
        <w:trPr>
          <w:trHeight w:val="397"/>
        </w:trPr>
        <w:tc>
          <w:tcPr>
            <w:tcW w:w="4082" w:type="dxa"/>
          </w:tcPr>
          <w:p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800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7. </w:t>
      </w:r>
      <w:r w:rsidR="0085747A" w:rsidRPr="006800DB">
        <w:rPr>
          <w:rFonts w:ascii="Corbel" w:hAnsi="Corbel"/>
          <w:smallCaps w:val="0"/>
          <w:szCs w:val="24"/>
        </w:rPr>
        <w:t>LITERATURA</w:t>
      </w:r>
    </w:p>
    <w:p w:rsidR="00675843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85747A" w:rsidRPr="006800DB" w:rsidTr="00BE51A6">
        <w:trPr>
          <w:trHeight w:val="397"/>
        </w:trPr>
        <w:tc>
          <w:tcPr>
            <w:tcW w:w="9497" w:type="dxa"/>
          </w:tcPr>
          <w:p w:rsidR="007F75D2" w:rsidRPr="006800DB" w:rsidRDefault="0085747A" w:rsidP="00A102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5C58" w:rsidRPr="006800DB" w:rsidRDefault="002A36E3" w:rsidP="00075C5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5002A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Allison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LA-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biologii molekularnej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Warszawskiego 2007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Charon M., Świtoński M.: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Genetyka zwierząt, 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2006.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Winter P.C,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– krótkie wykłady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2001.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Sadakierska-Chudy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G.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ogólna,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UMK, Toruń 2004.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Piatkowski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w ćwiczeniach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Arboretum, Wrocław 2004.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P. (red.).: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molekularna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Kłyszejko-Stefanowicz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Cytobiochemia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2002.</w:t>
            </w:r>
          </w:p>
          <w:p w:rsidR="00A102B2" w:rsidRPr="006800DB" w:rsidRDefault="0045002A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Brown TA,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 Genomy</w:t>
            </w:r>
            <w:r w:rsidR="00075C58"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 , 2019</w:t>
            </w:r>
          </w:p>
          <w:p w:rsidR="000924BC" w:rsidRPr="006800DB" w:rsidRDefault="000924BC" w:rsidP="00A102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800DB" w:rsidTr="00BE51A6">
        <w:trPr>
          <w:trHeight w:val="397"/>
        </w:trPr>
        <w:tc>
          <w:tcPr>
            <w:tcW w:w="9497" w:type="dxa"/>
          </w:tcPr>
          <w:p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after="0"/>
              <w:ind w:left="317" w:hanging="31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Słomski R. (red.).: Analiza DNA – </w:t>
            </w:r>
            <w:r w:rsidRPr="006800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Uniwersytetu Przyrodniczego, Poznań 2008.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before="0" w:after="0"/>
              <w:ind w:left="317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Baza danych: </w:t>
            </w:r>
            <w:proofErr w:type="spellStart"/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Pubmed</w:t>
            </w:r>
            <w:proofErr w:type="spellEnd"/>
          </w:p>
          <w:p w:rsidR="001B1AD2" w:rsidRPr="006800DB" w:rsidRDefault="001B1AD2" w:rsidP="00A102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800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5002A" w:rsidRPr="006800DB" w:rsidRDefault="0045002A" w:rsidP="0045002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5002A" w:rsidRPr="006800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3F4" w:rsidRDefault="00A523F4" w:rsidP="00C16ABF">
      <w:pPr>
        <w:spacing w:after="0" w:line="240" w:lineRule="auto"/>
      </w:pPr>
      <w:r>
        <w:separator/>
      </w:r>
    </w:p>
  </w:endnote>
  <w:endnote w:type="continuationSeparator" w:id="0">
    <w:p w:rsidR="00A523F4" w:rsidRDefault="00A523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3F4" w:rsidRDefault="00A523F4" w:rsidP="00C16ABF">
      <w:pPr>
        <w:spacing w:after="0" w:line="240" w:lineRule="auto"/>
      </w:pPr>
      <w:r>
        <w:separator/>
      </w:r>
    </w:p>
  </w:footnote>
  <w:footnote w:type="continuationSeparator" w:id="0">
    <w:p w:rsidR="00A523F4" w:rsidRDefault="00A523F4" w:rsidP="00C16ABF">
      <w:pPr>
        <w:spacing w:after="0" w:line="240" w:lineRule="auto"/>
      </w:pPr>
      <w:r>
        <w:continuationSeparator/>
      </w:r>
    </w:p>
  </w:footnote>
  <w:footnote w:id="1">
    <w:p w:rsidR="0030395F" w:rsidRPr="00BF53B2" w:rsidRDefault="0030395F" w:rsidP="00BF53B2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14D8"/>
    <w:multiLevelType w:val="hybridMultilevel"/>
    <w:tmpl w:val="CF4C3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53E39"/>
    <w:multiLevelType w:val="hybridMultilevel"/>
    <w:tmpl w:val="00F89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D52E5B"/>
    <w:multiLevelType w:val="hybridMultilevel"/>
    <w:tmpl w:val="3578B678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6272C6"/>
    <w:multiLevelType w:val="hybridMultilevel"/>
    <w:tmpl w:val="C66CA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9B0419"/>
    <w:multiLevelType w:val="hybridMultilevel"/>
    <w:tmpl w:val="DE1C5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83276"/>
    <w:multiLevelType w:val="hybridMultilevel"/>
    <w:tmpl w:val="113A3E5E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C58"/>
    <w:rsid w:val="00077CB5"/>
    <w:rsid w:val="00077F96"/>
    <w:rsid w:val="00084C12"/>
    <w:rsid w:val="000924BC"/>
    <w:rsid w:val="0009462C"/>
    <w:rsid w:val="00094B12"/>
    <w:rsid w:val="000953D8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14DE1"/>
    <w:rsid w:val="00117608"/>
    <w:rsid w:val="00124BFF"/>
    <w:rsid w:val="0012560E"/>
    <w:rsid w:val="00127108"/>
    <w:rsid w:val="00127E80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1747"/>
    <w:rsid w:val="00192F37"/>
    <w:rsid w:val="00193750"/>
    <w:rsid w:val="001A70D2"/>
    <w:rsid w:val="001B1AD2"/>
    <w:rsid w:val="001D657B"/>
    <w:rsid w:val="001D7B54"/>
    <w:rsid w:val="001E01F1"/>
    <w:rsid w:val="001E0209"/>
    <w:rsid w:val="001F2CA2"/>
    <w:rsid w:val="002144C0"/>
    <w:rsid w:val="0021615C"/>
    <w:rsid w:val="00216290"/>
    <w:rsid w:val="0022477D"/>
    <w:rsid w:val="002278A9"/>
    <w:rsid w:val="002336F9"/>
    <w:rsid w:val="0024028F"/>
    <w:rsid w:val="00244ABC"/>
    <w:rsid w:val="00246AC0"/>
    <w:rsid w:val="00264391"/>
    <w:rsid w:val="00270DC4"/>
    <w:rsid w:val="00281FF2"/>
    <w:rsid w:val="002857DE"/>
    <w:rsid w:val="0029003C"/>
    <w:rsid w:val="00291567"/>
    <w:rsid w:val="002A22BF"/>
    <w:rsid w:val="002A2389"/>
    <w:rsid w:val="002A36E3"/>
    <w:rsid w:val="002A4951"/>
    <w:rsid w:val="002A671D"/>
    <w:rsid w:val="002A79BD"/>
    <w:rsid w:val="002B4D55"/>
    <w:rsid w:val="002B5EA0"/>
    <w:rsid w:val="002B6119"/>
    <w:rsid w:val="002C0823"/>
    <w:rsid w:val="002C1F06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1D0"/>
    <w:rsid w:val="0042182D"/>
    <w:rsid w:val="0042244A"/>
    <w:rsid w:val="0042745A"/>
    <w:rsid w:val="0043080F"/>
    <w:rsid w:val="00431D5C"/>
    <w:rsid w:val="004362C6"/>
    <w:rsid w:val="00437FA2"/>
    <w:rsid w:val="0044432E"/>
    <w:rsid w:val="00445970"/>
    <w:rsid w:val="0045002A"/>
    <w:rsid w:val="00457FA3"/>
    <w:rsid w:val="00461EFC"/>
    <w:rsid w:val="0046412A"/>
    <w:rsid w:val="004652C2"/>
    <w:rsid w:val="004706D1"/>
    <w:rsid w:val="00471326"/>
    <w:rsid w:val="0047598D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17F0C"/>
    <w:rsid w:val="00520E1C"/>
    <w:rsid w:val="005363C4"/>
    <w:rsid w:val="00536BDE"/>
    <w:rsid w:val="00543ACC"/>
    <w:rsid w:val="0056696D"/>
    <w:rsid w:val="00581B00"/>
    <w:rsid w:val="0059484D"/>
    <w:rsid w:val="00595209"/>
    <w:rsid w:val="005A0855"/>
    <w:rsid w:val="005A3196"/>
    <w:rsid w:val="005C080F"/>
    <w:rsid w:val="005C0A5E"/>
    <w:rsid w:val="005C55E5"/>
    <w:rsid w:val="005C696A"/>
    <w:rsid w:val="005E6E85"/>
    <w:rsid w:val="005F31D2"/>
    <w:rsid w:val="006004ED"/>
    <w:rsid w:val="0061029B"/>
    <w:rsid w:val="00617230"/>
    <w:rsid w:val="00621CE1"/>
    <w:rsid w:val="00627FC9"/>
    <w:rsid w:val="00633831"/>
    <w:rsid w:val="00647FA8"/>
    <w:rsid w:val="00650C5F"/>
    <w:rsid w:val="00652718"/>
    <w:rsid w:val="00654934"/>
    <w:rsid w:val="006620D9"/>
    <w:rsid w:val="00671958"/>
    <w:rsid w:val="00673E0E"/>
    <w:rsid w:val="00675843"/>
    <w:rsid w:val="006800DB"/>
    <w:rsid w:val="00692555"/>
    <w:rsid w:val="00692C05"/>
    <w:rsid w:val="00696477"/>
    <w:rsid w:val="006B38EC"/>
    <w:rsid w:val="006B3991"/>
    <w:rsid w:val="006D050F"/>
    <w:rsid w:val="006D06F5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23CC9"/>
    <w:rsid w:val="00724677"/>
    <w:rsid w:val="00725459"/>
    <w:rsid w:val="007327BD"/>
    <w:rsid w:val="00734608"/>
    <w:rsid w:val="00745302"/>
    <w:rsid w:val="007461D6"/>
    <w:rsid w:val="00746EC8"/>
    <w:rsid w:val="0075759E"/>
    <w:rsid w:val="0076219D"/>
    <w:rsid w:val="00763BF1"/>
    <w:rsid w:val="00764449"/>
    <w:rsid w:val="00764C83"/>
    <w:rsid w:val="00766FD4"/>
    <w:rsid w:val="0076776C"/>
    <w:rsid w:val="00770576"/>
    <w:rsid w:val="00774625"/>
    <w:rsid w:val="00780B02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5F7E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42735"/>
    <w:rsid w:val="008449B3"/>
    <w:rsid w:val="008552A2"/>
    <w:rsid w:val="0085747A"/>
    <w:rsid w:val="00881A1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35BF5"/>
    <w:rsid w:val="00941071"/>
    <w:rsid w:val="009508DF"/>
    <w:rsid w:val="00950DAC"/>
    <w:rsid w:val="00954A07"/>
    <w:rsid w:val="00963B35"/>
    <w:rsid w:val="0097076D"/>
    <w:rsid w:val="009716EE"/>
    <w:rsid w:val="009755D3"/>
    <w:rsid w:val="00997F14"/>
    <w:rsid w:val="009A1D19"/>
    <w:rsid w:val="009A78D9"/>
    <w:rsid w:val="009C3E31"/>
    <w:rsid w:val="009C54AE"/>
    <w:rsid w:val="009C788E"/>
    <w:rsid w:val="009D3F3B"/>
    <w:rsid w:val="009D6E31"/>
    <w:rsid w:val="009E0543"/>
    <w:rsid w:val="009E3B41"/>
    <w:rsid w:val="009F0292"/>
    <w:rsid w:val="009F3C5C"/>
    <w:rsid w:val="009F4610"/>
    <w:rsid w:val="00A00ECC"/>
    <w:rsid w:val="00A042B3"/>
    <w:rsid w:val="00A102B2"/>
    <w:rsid w:val="00A127EA"/>
    <w:rsid w:val="00A1409B"/>
    <w:rsid w:val="00A155EE"/>
    <w:rsid w:val="00A160BE"/>
    <w:rsid w:val="00A16315"/>
    <w:rsid w:val="00A21AEA"/>
    <w:rsid w:val="00A2245B"/>
    <w:rsid w:val="00A30110"/>
    <w:rsid w:val="00A30C5B"/>
    <w:rsid w:val="00A33A04"/>
    <w:rsid w:val="00A36899"/>
    <w:rsid w:val="00A371F6"/>
    <w:rsid w:val="00A42264"/>
    <w:rsid w:val="00A43BF6"/>
    <w:rsid w:val="00A523F4"/>
    <w:rsid w:val="00A53FA5"/>
    <w:rsid w:val="00A54817"/>
    <w:rsid w:val="00A601C8"/>
    <w:rsid w:val="00A60799"/>
    <w:rsid w:val="00A740CF"/>
    <w:rsid w:val="00A758DA"/>
    <w:rsid w:val="00A84C85"/>
    <w:rsid w:val="00A91E6A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7DD"/>
    <w:rsid w:val="00B8056E"/>
    <w:rsid w:val="00B819C8"/>
    <w:rsid w:val="00B82308"/>
    <w:rsid w:val="00B90885"/>
    <w:rsid w:val="00B9637A"/>
    <w:rsid w:val="00BB520A"/>
    <w:rsid w:val="00BD3869"/>
    <w:rsid w:val="00BD3F86"/>
    <w:rsid w:val="00BD66E9"/>
    <w:rsid w:val="00BD6FF4"/>
    <w:rsid w:val="00BE51A6"/>
    <w:rsid w:val="00BE7F96"/>
    <w:rsid w:val="00BF2C41"/>
    <w:rsid w:val="00BF53B2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3576"/>
    <w:rsid w:val="00C66280"/>
    <w:rsid w:val="00C67E92"/>
    <w:rsid w:val="00C70A26"/>
    <w:rsid w:val="00C766DF"/>
    <w:rsid w:val="00C84E12"/>
    <w:rsid w:val="00C85682"/>
    <w:rsid w:val="00C94B98"/>
    <w:rsid w:val="00C975A5"/>
    <w:rsid w:val="00CA18AF"/>
    <w:rsid w:val="00CA2B96"/>
    <w:rsid w:val="00CA5089"/>
    <w:rsid w:val="00CB493A"/>
    <w:rsid w:val="00CC218B"/>
    <w:rsid w:val="00CC4EAA"/>
    <w:rsid w:val="00CD5EAD"/>
    <w:rsid w:val="00CD6897"/>
    <w:rsid w:val="00CD7700"/>
    <w:rsid w:val="00CE5BAC"/>
    <w:rsid w:val="00CF25BE"/>
    <w:rsid w:val="00CF78ED"/>
    <w:rsid w:val="00D02B25"/>
    <w:rsid w:val="00D02EBA"/>
    <w:rsid w:val="00D05B1A"/>
    <w:rsid w:val="00D14589"/>
    <w:rsid w:val="00D17C3C"/>
    <w:rsid w:val="00D232C7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72CF1"/>
    <w:rsid w:val="00D74119"/>
    <w:rsid w:val="00D8075B"/>
    <w:rsid w:val="00D817FA"/>
    <w:rsid w:val="00D81FF9"/>
    <w:rsid w:val="00D8678B"/>
    <w:rsid w:val="00D90CC9"/>
    <w:rsid w:val="00D91391"/>
    <w:rsid w:val="00DA2114"/>
    <w:rsid w:val="00DA2B47"/>
    <w:rsid w:val="00DB339B"/>
    <w:rsid w:val="00DD09AD"/>
    <w:rsid w:val="00DD15E4"/>
    <w:rsid w:val="00DE09C0"/>
    <w:rsid w:val="00DE4A14"/>
    <w:rsid w:val="00DF320D"/>
    <w:rsid w:val="00DF483C"/>
    <w:rsid w:val="00DF71C8"/>
    <w:rsid w:val="00E06D5B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C4899"/>
    <w:rsid w:val="00EC7140"/>
    <w:rsid w:val="00ED03AB"/>
    <w:rsid w:val="00ED32D2"/>
    <w:rsid w:val="00EE32DE"/>
    <w:rsid w:val="00EE3747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7A7B"/>
    <w:rsid w:val="00F36DCE"/>
    <w:rsid w:val="00F3722C"/>
    <w:rsid w:val="00F42515"/>
    <w:rsid w:val="00F4634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2729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075C58"/>
  </w:style>
  <w:style w:type="paragraph" w:customStyle="1" w:styleId="Standard">
    <w:name w:val="Standard"/>
    <w:rsid w:val="00075C5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Mangal"/>
      <w:kern w:val="3"/>
      <w:sz w:val="22"/>
      <w:szCs w:val="22"/>
      <w:lang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7AED7-88F0-43A7-842B-5BEC924E8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5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2019-02-06T12:12:00Z</cp:lastPrinted>
  <dcterms:created xsi:type="dcterms:W3CDTF">2020-03-03T07:52:00Z</dcterms:created>
  <dcterms:modified xsi:type="dcterms:W3CDTF">2022-09-07T18:02:00Z</dcterms:modified>
</cp:coreProperties>
</file>